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E7BB" w14:textId="77777777" w:rsidR="002107E8" w:rsidRDefault="002107E8" w:rsidP="00B16CB4">
      <w:pPr>
        <w:jc w:val="right"/>
        <w:rPr>
          <w:rtl/>
          <w:lang w:val="en-US"/>
        </w:rPr>
      </w:pPr>
    </w:p>
    <w:p w14:paraId="3DDF3D11" w14:textId="69217696" w:rsidR="00E22441" w:rsidRDefault="00B26E6E" w:rsidP="00A36304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  <w:lang w:val="en-US"/>
        </w:rPr>
        <w:t>Upgrade tool</w:t>
      </w:r>
      <w:r w:rsidR="00A4733F">
        <w:rPr>
          <w:b/>
          <w:bCs/>
          <w:sz w:val="24"/>
          <w:szCs w:val="24"/>
          <w:u w:val="single"/>
          <w:lang w:val="en-US"/>
        </w:rPr>
        <w:t xml:space="preserve"> update </w:t>
      </w:r>
      <w:r w:rsidR="00AB379B">
        <w:rPr>
          <w:b/>
          <w:bCs/>
          <w:sz w:val="24"/>
          <w:szCs w:val="24"/>
          <w:u w:val="single"/>
          <w:lang w:val="en-US"/>
        </w:rPr>
        <w:t>procedure</w:t>
      </w:r>
    </w:p>
    <w:p w14:paraId="6CC8C149" w14:textId="766D3215" w:rsidR="00A36304" w:rsidRDefault="00A4733F" w:rsidP="0099553B">
      <w:pPr>
        <w:rPr>
          <w:sz w:val="24"/>
          <w:szCs w:val="24"/>
        </w:rPr>
      </w:pPr>
      <w:r>
        <w:rPr>
          <w:sz w:val="24"/>
          <w:szCs w:val="24"/>
        </w:rPr>
        <w:t xml:space="preserve">In order to perform a </w:t>
      </w:r>
      <w:r>
        <w:rPr>
          <w:b/>
          <w:bCs/>
          <w:sz w:val="24"/>
          <w:szCs w:val="24"/>
        </w:rPr>
        <w:t>full</w:t>
      </w:r>
      <w:r>
        <w:rPr>
          <w:sz w:val="24"/>
          <w:szCs w:val="24"/>
        </w:rPr>
        <w:t xml:space="preserve"> update</w:t>
      </w:r>
      <w:r w:rsidR="00B26E6E">
        <w:rPr>
          <w:sz w:val="24"/>
          <w:szCs w:val="24"/>
        </w:rPr>
        <w:t xml:space="preserve">, </w:t>
      </w:r>
      <w:r>
        <w:rPr>
          <w:sz w:val="24"/>
          <w:szCs w:val="24"/>
        </w:rPr>
        <w:t>please follow the steps below:</w:t>
      </w:r>
    </w:p>
    <w:p w14:paraId="5B837E39" w14:textId="151A6C7C" w:rsidR="00A4733F" w:rsidRPr="00641989" w:rsidRDefault="00B26E6E" w:rsidP="00A4733F">
      <w:pPr>
        <w:pStyle w:val="ListParagraph"/>
        <w:numPr>
          <w:ilvl w:val="0"/>
          <w:numId w:val="25"/>
        </w:numPr>
      </w:pPr>
      <w:r>
        <w:t>R</w:t>
      </w:r>
      <w:r w:rsidR="00A4733F">
        <w:t xml:space="preserve">un </w:t>
      </w:r>
      <w:r w:rsidRPr="00B26E6E">
        <w:rPr>
          <w:i/>
          <w:iCs/>
        </w:rPr>
        <w:t>Upgrade Tool_Dencrypt</w:t>
      </w:r>
      <w:r w:rsidR="00A4733F" w:rsidRPr="00A4733F">
        <w:rPr>
          <w:i/>
          <w:iCs/>
        </w:rPr>
        <w:t>.exe</w:t>
      </w:r>
    </w:p>
    <w:p w14:paraId="6D915A1A" w14:textId="3F0F932C" w:rsidR="00641989" w:rsidRDefault="00641989" w:rsidP="00A4733F">
      <w:pPr>
        <w:pStyle w:val="ListParagraph"/>
        <w:numPr>
          <w:ilvl w:val="0"/>
          <w:numId w:val="25"/>
        </w:numPr>
      </w:pPr>
      <w:r>
        <w:t>Mark the cameras you want to update</w:t>
      </w:r>
    </w:p>
    <w:p w14:paraId="538DDE41" w14:textId="465232C4" w:rsidR="00641989" w:rsidRDefault="00641989" w:rsidP="00A4733F">
      <w:pPr>
        <w:pStyle w:val="ListParagraph"/>
        <w:numPr>
          <w:ilvl w:val="0"/>
          <w:numId w:val="25"/>
        </w:numPr>
      </w:pPr>
      <w:r>
        <w:t>Click on Browse and choose the file</w:t>
      </w:r>
      <w:r w:rsidR="00D447BC">
        <w:t xml:space="preserve"> </w:t>
      </w:r>
      <w:r w:rsidR="00B26E6E" w:rsidRPr="00B26E6E">
        <w:rPr>
          <w:i/>
          <w:iCs/>
        </w:rPr>
        <w:t>2MP_LPR.fac</w:t>
      </w:r>
    </w:p>
    <w:p w14:paraId="06404C74" w14:textId="4105AE5D" w:rsidR="00641989" w:rsidRDefault="00641989" w:rsidP="00A4733F">
      <w:pPr>
        <w:pStyle w:val="ListParagraph"/>
        <w:numPr>
          <w:ilvl w:val="0"/>
          <w:numId w:val="25"/>
        </w:numPr>
      </w:pPr>
      <w:r>
        <w:t xml:space="preserve">Choose the </w:t>
      </w:r>
      <w:r w:rsidR="00B26E6E">
        <w:t xml:space="preserve">correct </w:t>
      </w:r>
      <w:r>
        <w:t xml:space="preserve">model from the </w:t>
      </w:r>
      <w:r w:rsidR="00D6756F">
        <w:t>drop-down</w:t>
      </w:r>
      <w:r>
        <w:t xml:space="preserve"> list</w:t>
      </w:r>
    </w:p>
    <w:p w14:paraId="4AAA80FB" w14:textId="1746554B" w:rsidR="00641989" w:rsidRDefault="00641989" w:rsidP="00A4733F">
      <w:pPr>
        <w:pStyle w:val="ListParagraph"/>
        <w:numPr>
          <w:ilvl w:val="0"/>
          <w:numId w:val="25"/>
        </w:numPr>
      </w:pPr>
      <w:r>
        <w:t xml:space="preserve">Click on “Set default </w:t>
      </w:r>
      <w:r w:rsidR="00D6756F">
        <w:t>configuration” -</w:t>
      </w:r>
      <w:r>
        <w:t xml:space="preserve"> the camera will reboot and revert to its factory settings.</w:t>
      </w:r>
    </w:p>
    <w:p w14:paraId="4215F5F5" w14:textId="10ACFC1F" w:rsidR="00641989" w:rsidRDefault="00641989" w:rsidP="00641989">
      <w:pPr>
        <w:pStyle w:val="ListParagraph"/>
      </w:pPr>
    </w:p>
    <w:p w14:paraId="16548696" w14:textId="2E74AE97" w:rsidR="00641989" w:rsidRPr="00A4733F" w:rsidRDefault="00D6756F" w:rsidP="0064198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5AA980" wp14:editId="2A1AB571">
                <wp:simplePos x="0" y="0"/>
                <wp:positionH relativeFrom="margin">
                  <wp:posOffset>2166042</wp:posOffset>
                </wp:positionH>
                <wp:positionV relativeFrom="paragraph">
                  <wp:posOffset>2048381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4C3DBF" w14:textId="31DC866A" w:rsidR="00D6756F" w:rsidRPr="00D6756F" w:rsidRDefault="00D6756F" w:rsidP="00D6756F">
                            <w:pPr>
                              <w:rPr>
                                <w:color w:val="000000" w:themeColor="text1"/>
                                <w:sz w:val="42"/>
                                <w:szCs w:val="4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2"/>
                                <w:szCs w:val="4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5AA98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70.55pt;margin-top:161.3pt;width:2in;height:2in;z-index:25166540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" filled="f" stroked="f">
                <v:textbox style="mso-fit-shape-to-text:t">
                  <w:txbxContent>
                    <w:p w14:paraId="4F4C3DBF" w14:textId="31DC866A" w:rsidR="00D6756F" w:rsidRPr="00D6756F" w:rsidRDefault="00D6756F" w:rsidP="00D6756F">
                      <w:pPr>
                        <w:rPr>
                          <w:color w:val="000000" w:themeColor="text1"/>
                          <w:sz w:val="42"/>
                          <w:szCs w:val="4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2"/>
                          <w:szCs w:val="4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BC0AE" wp14:editId="7857FE38">
                <wp:simplePos x="0" y="0"/>
                <wp:positionH relativeFrom="margin">
                  <wp:posOffset>1246755</wp:posOffset>
                </wp:positionH>
                <wp:positionV relativeFrom="paragraph">
                  <wp:posOffset>1488582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D314D1" w14:textId="141691B7" w:rsidR="00D6756F" w:rsidRPr="00D6756F" w:rsidRDefault="00D6756F" w:rsidP="00D6756F">
                            <w:pPr>
                              <w:rPr>
                                <w:color w:val="000000" w:themeColor="text1"/>
                                <w:sz w:val="42"/>
                                <w:szCs w:val="4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2"/>
                                <w:szCs w:val="4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BC0AE" id="Text Box 5" o:spid="_x0000_s1027" type="#_x0000_t202" style="position:absolute;left:0;text-align:left;margin-left:98.15pt;margin-top:117.2pt;width:2in;height:2in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" filled="f" stroked="f">
                <v:textbox style="mso-fit-shape-to-text:t">
                  <w:txbxContent>
                    <w:p w14:paraId="65D314D1" w14:textId="141691B7" w:rsidR="00D6756F" w:rsidRPr="00D6756F" w:rsidRDefault="00D6756F" w:rsidP="00D6756F">
                      <w:pPr>
                        <w:rPr>
                          <w:color w:val="000000" w:themeColor="text1"/>
                          <w:sz w:val="42"/>
                          <w:szCs w:val="4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2"/>
                          <w:szCs w:val="4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18EA0" wp14:editId="76D0BC56">
                <wp:simplePos x="0" y="0"/>
                <wp:positionH relativeFrom="margin">
                  <wp:posOffset>3681745</wp:posOffset>
                </wp:positionH>
                <wp:positionV relativeFrom="paragraph">
                  <wp:posOffset>789562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8A256B" w14:textId="72B08820" w:rsidR="00D6756F" w:rsidRPr="00D6756F" w:rsidRDefault="00D6756F" w:rsidP="00D6756F">
                            <w:pPr>
                              <w:rPr>
                                <w:color w:val="000000" w:themeColor="text1"/>
                                <w:sz w:val="42"/>
                                <w:szCs w:val="4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2"/>
                                <w:szCs w:val="4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18EA0" id="Text Box 4" o:spid="_x0000_s1028" type="#_x0000_t202" style="position:absolute;left:0;text-align:left;margin-left:289.9pt;margin-top:62.15pt;width:2in;height:2in;z-index:2516613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I2J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p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" filled="f" stroked="f">
                <v:textbox style="mso-fit-shape-to-text:t">
                  <w:txbxContent>
                    <w:p w14:paraId="6E8A256B" w14:textId="72B08820" w:rsidR="00D6756F" w:rsidRPr="00D6756F" w:rsidRDefault="00D6756F" w:rsidP="00D6756F">
                      <w:pPr>
                        <w:rPr>
                          <w:color w:val="000000" w:themeColor="text1"/>
                          <w:sz w:val="42"/>
                          <w:szCs w:val="4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2"/>
                          <w:szCs w:val="4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6C6AC" wp14:editId="2AA43EF1">
                <wp:simplePos x="0" y="0"/>
                <wp:positionH relativeFrom="margin">
                  <wp:posOffset>139065</wp:posOffset>
                </wp:positionH>
                <wp:positionV relativeFrom="paragraph">
                  <wp:posOffset>83406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6308DE" w14:textId="4658FF97" w:rsidR="00D6756F" w:rsidRPr="00D6756F" w:rsidRDefault="00D6756F" w:rsidP="00D6756F">
                            <w:pPr>
                              <w:rPr>
                                <w:color w:val="000000" w:themeColor="text1"/>
                                <w:sz w:val="42"/>
                                <w:szCs w:val="4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56F">
                              <w:rPr>
                                <w:color w:val="000000" w:themeColor="text1"/>
                                <w:sz w:val="42"/>
                                <w:szCs w:val="4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6C6AC" id="Text Box 3" o:spid="_x0000_s1029" type="#_x0000_t202" style="position:absolute;left:0;text-align:left;margin-left:10.95pt;margin-top:6.5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oVDgIAACk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" filled="f" stroked="f">
                <v:textbox style="mso-fit-shape-to-text:t">
                  <w:txbxContent>
                    <w:p w14:paraId="6E6308DE" w14:textId="4658FF97" w:rsidR="00D6756F" w:rsidRPr="00D6756F" w:rsidRDefault="00D6756F" w:rsidP="00D6756F">
                      <w:pPr>
                        <w:rPr>
                          <w:color w:val="000000" w:themeColor="text1"/>
                          <w:sz w:val="42"/>
                          <w:szCs w:val="4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56F">
                        <w:rPr>
                          <w:color w:val="000000" w:themeColor="text1"/>
                          <w:sz w:val="42"/>
                          <w:szCs w:val="4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1989" w:rsidRPr="00641989">
        <w:rPr>
          <w:noProof/>
        </w:rPr>
        <w:drawing>
          <wp:inline distT="0" distB="0" distL="0" distR="0" wp14:anchorId="2DF09459" wp14:editId="30406F07">
            <wp:extent cx="3899042" cy="257787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122" cy="259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57DC6" w14:textId="008CF8B0" w:rsidR="00AC243C" w:rsidRPr="00B26E6E" w:rsidRDefault="0099553B" w:rsidP="00B26E6E">
      <w:pPr>
        <w:rPr>
          <w:sz w:val="24"/>
          <w:szCs w:val="24"/>
        </w:rPr>
      </w:pPr>
      <w:r>
        <w:rPr>
          <w:sz w:val="24"/>
          <w:szCs w:val="24"/>
        </w:rPr>
        <w:t>Please let us know if you have any questions or concerns.</w:t>
      </w:r>
    </w:p>
    <w:sectPr w:rsidR="00AC243C" w:rsidRPr="00B26E6E" w:rsidSect="00BF1C40">
      <w:headerReference w:type="default" r:id="rId8"/>
      <w:pgSz w:w="11906" w:h="16838"/>
      <w:pgMar w:top="993" w:right="141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46F3" w14:textId="77777777" w:rsidR="00D95297" w:rsidRDefault="00D95297" w:rsidP="00D96FBA">
      <w:pPr>
        <w:spacing w:after="0" w:line="240" w:lineRule="auto"/>
      </w:pPr>
      <w:r>
        <w:separator/>
      </w:r>
    </w:p>
  </w:endnote>
  <w:endnote w:type="continuationSeparator" w:id="0">
    <w:p w14:paraId="687E41E7" w14:textId="77777777" w:rsidR="00D95297" w:rsidRDefault="00D95297" w:rsidP="00D9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C9E2" w14:textId="77777777" w:rsidR="00D95297" w:rsidRDefault="00D95297" w:rsidP="00D96FBA">
      <w:pPr>
        <w:spacing w:after="0" w:line="240" w:lineRule="auto"/>
      </w:pPr>
      <w:r>
        <w:separator/>
      </w:r>
    </w:p>
  </w:footnote>
  <w:footnote w:type="continuationSeparator" w:id="0">
    <w:p w14:paraId="21C5998B" w14:textId="77777777" w:rsidR="00D95297" w:rsidRDefault="00D95297" w:rsidP="00D96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4654" w14:textId="5842879E" w:rsidR="00D96FBA" w:rsidRDefault="00D96FBA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A182C48" wp14:editId="0B59AA5E">
          <wp:simplePos x="0" y="0"/>
          <wp:positionH relativeFrom="column">
            <wp:posOffset>-704850</wp:posOffset>
          </wp:positionH>
          <wp:positionV relativeFrom="paragraph">
            <wp:posOffset>-201930</wp:posOffset>
          </wp:positionV>
          <wp:extent cx="1558925" cy="584200"/>
          <wp:effectExtent l="0" t="0" r="3175" b="6350"/>
          <wp:wrapNone/>
          <wp:docPr id="7" name="Picture 7" descr="logo with slogan-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 with slogan-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584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7888"/>
    <w:multiLevelType w:val="hybridMultilevel"/>
    <w:tmpl w:val="E0D4CB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85C68"/>
    <w:multiLevelType w:val="hybridMultilevel"/>
    <w:tmpl w:val="87AC4014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793"/>
    <w:multiLevelType w:val="hybridMultilevel"/>
    <w:tmpl w:val="27E4B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8268D"/>
    <w:multiLevelType w:val="hybridMultilevel"/>
    <w:tmpl w:val="B3AC3E8A"/>
    <w:lvl w:ilvl="0" w:tplc="F1A8514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A2F2A"/>
    <w:multiLevelType w:val="hybridMultilevel"/>
    <w:tmpl w:val="9DB4A82C"/>
    <w:lvl w:ilvl="0" w:tplc="3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915E5"/>
    <w:multiLevelType w:val="hybridMultilevel"/>
    <w:tmpl w:val="5EDC8354"/>
    <w:lvl w:ilvl="0" w:tplc="6C16E0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4E3E"/>
    <w:multiLevelType w:val="hybridMultilevel"/>
    <w:tmpl w:val="94A4E6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77204"/>
    <w:multiLevelType w:val="hybridMultilevel"/>
    <w:tmpl w:val="D90079F0"/>
    <w:lvl w:ilvl="0" w:tplc="CB3EC00A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5CB4B67"/>
    <w:multiLevelType w:val="hybridMultilevel"/>
    <w:tmpl w:val="B50C3A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F4D88"/>
    <w:multiLevelType w:val="hybridMultilevel"/>
    <w:tmpl w:val="3BD00666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05086"/>
    <w:multiLevelType w:val="hybridMultilevel"/>
    <w:tmpl w:val="E02A6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844EE"/>
    <w:multiLevelType w:val="hybridMultilevel"/>
    <w:tmpl w:val="A99095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3118A"/>
    <w:multiLevelType w:val="hybridMultilevel"/>
    <w:tmpl w:val="DB005104"/>
    <w:lvl w:ilvl="0" w:tplc="82C66A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50695"/>
    <w:multiLevelType w:val="hybridMultilevel"/>
    <w:tmpl w:val="9D4E50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66651"/>
    <w:multiLevelType w:val="hybridMultilevel"/>
    <w:tmpl w:val="0BD2B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95EF7"/>
    <w:multiLevelType w:val="hybridMultilevel"/>
    <w:tmpl w:val="5EDC83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84F70"/>
    <w:multiLevelType w:val="hybridMultilevel"/>
    <w:tmpl w:val="82CE7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E0E87"/>
    <w:multiLevelType w:val="hybridMultilevel"/>
    <w:tmpl w:val="9D4E50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E2F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834E1E"/>
    <w:multiLevelType w:val="hybridMultilevel"/>
    <w:tmpl w:val="7130D8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D231B"/>
    <w:multiLevelType w:val="hybridMultilevel"/>
    <w:tmpl w:val="D2E2DC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6282D"/>
    <w:multiLevelType w:val="hybridMultilevel"/>
    <w:tmpl w:val="B2F04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F5025"/>
    <w:multiLevelType w:val="hybridMultilevel"/>
    <w:tmpl w:val="5386D53C"/>
    <w:lvl w:ilvl="0" w:tplc="434411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3A3236"/>
    <w:multiLevelType w:val="hybridMultilevel"/>
    <w:tmpl w:val="4B32176E"/>
    <w:lvl w:ilvl="0" w:tplc="F2A07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551273">
    <w:abstractNumId w:val="6"/>
  </w:num>
  <w:num w:numId="2" w16cid:durableId="1349596933">
    <w:abstractNumId w:val="14"/>
  </w:num>
  <w:num w:numId="3" w16cid:durableId="286665776">
    <w:abstractNumId w:val="20"/>
  </w:num>
  <w:num w:numId="4" w16cid:durableId="1487362534">
    <w:abstractNumId w:val="16"/>
  </w:num>
  <w:num w:numId="5" w16cid:durableId="1175419458">
    <w:abstractNumId w:val="19"/>
  </w:num>
  <w:num w:numId="6" w16cid:durableId="1102139932">
    <w:abstractNumId w:val="8"/>
  </w:num>
  <w:num w:numId="7" w16cid:durableId="386074410">
    <w:abstractNumId w:val="21"/>
  </w:num>
  <w:num w:numId="8" w16cid:durableId="868418139">
    <w:abstractNumId w:val="10"/>
  </w:num>
  <w:num w:numId="9" w16cid:durableId="11028042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5849521">
    <w:abstractNumId w:val="23"/>
  </w:num>
  <w:num w:numId="11" w16cid:durableId="353043927">
    <w:abstractNumId w:val="7"/>
  </w:num>
  <w:num w:numId="12" w16cid:durableId="486484244">
    <w:abstractNumId w:val="2"/>
  </w:num>
  <w:num w:numId="13" w16cid:durableId="571231349">
    <w:abstractNumId w:val="1"/>
  </w:num>
  <w:num w:numId="14" w16cid:durableId="2142188786">
    <w:abstractNumId w:val="22"/>
  </w:num>
  <w:num w:numId="15" w16cid:durableId="1059548887">
    <w:abstractNumId w:val="4"/>
  </w:num>
  <w:num w:numId="16" w16cid:durableId="106969162">
    <w:abstractNumId w:val="11"/>
  </w:num>
  <w:num w:numId="17" w16cid:durableId="505244176">
    <w:abstractNumId w:val="0"/>
  </w:num>
  <w:num w:numId="18" w16cid:durableId="1265764761">
    <w:abstractNumId w:val="17"/>
  </w:num>
  <w:num w:numId="19" w16cid:durableId="1879855204">
    <w:abstractNumId w:val="13"/>
  </w:num>
  <w:num w:numId="20" w16cid:durableId="844899111">
    <w:abstractNumId w:val="18"/>
  </w:num>
  <w:num w:numId="21" w16cid:durableId="1059015524">
    <w:abstractNumId w:val="12"/>
  </w:num>
  <w:num w:numId="22" w16cid:durableId="569274003">
    <w:abstractNumId w:val="9"/>
  </w:num>
  <w:num w:numId="23" w16cid:durableId="708258032">
    <w:abstractNumId w:val="5"/>
  </w:num>
  <w:num w:numId="24" w16cid:durableId="1736271823">
    <w:abstractNumId w:val="15"/>
  </w:num>
  <w:num w:numId="25" w16cid:durableId="1507405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a0MLA0MrEwNrAwN7dU0lEKTi0uzszPAykwrgUAsspo5iwAAAA="/>
  </w:docVars>
  <w:rsids>
    <w:rsidRoot w:val="004F1396"/>
    <w:rsid w:val="00014B0B"/>
    <w:rsid w:val="000220ED"/>
    <w:rsid w:val="000509D0"/>
    <w:rsid w:val="000A13B7"/>
    <w:rsid w:val="000D4DF7"/>
    <w:rsid w:val="0015128E"/>
    <w:rsid w:val="00153C96"/>
    <w:rsid w:val="00165D63"/>
    <w:rsid w:val="00187A19"/>
    <w:rsid w:val="00197562"/>
    <w:rsid w:val="001A1195"/>
    <w:rsid w:val="001A20FB"/>
    <w:rsid w:val="001D476D"/>
    <w:rsid w:val="001E749F"/>
    <w:rsid w:val="001F039E"/>
    <w:rsid w:val="002107E8"/>
    <w:rsid w:val="00227671"/>
    <w:rsid w:val="002B0751"/>
    <w:rsid w:val="002C3542"/>
    <w:rsid w:val="002D526A"/>
    <w:rsid w:val="002F2262"/>
    <w:rsid w:val="003054C2"/>
    <w:rsid w:val="0031009A"/>
    <w:rsid w:val="00316AD4"/>
    <w:rsid w:val="00341BCB"/>
    <w:rsid w:val="00345A88"/>
    <w:rsid w:val="00372B11"/>
    <w:rsid w:val="00372E87"/>
    <w:rsid w:val="0038549D"/>
    <w:rsid w:val="003A055E"/>
    <w:rsid w:val="003A644A"/>
    <w:rsid w:val="003E27A7"/>
    <w:rsid w:val="00422E12"/>
    <w:rsid w:val="004254A9"/>
    <w:rsid w:val="00426135"/>
    <w:rsid w:val="00440593"/>
    <w:rsid w:val="00446FB7"/>
    <w:rsid w:val="00466D4F"/>
    <w:rsid w:val="004B796E"/>
    <w:rsid w:val="004E3CAB"/>
    <w:rsid w:val="004F1396"/>
    <w:rsid w:val="004F5316"/>
    <w:rsid w:val="004F7C72"/>
    <w:rsid w:val="005211B5"/>
    <w:rsid w:val="00521CE9"/>
    <w:rsid w:val="00532F7E"/>
    <w:rsid w:val="0059265F"/>
    <w:rsid w:val="005A7E45"/>
    <w:rsid w:val="005B1AFF"/>
    <w:rsid w:val="005B2623"/>
    <w:rsid w:val="005B356C"/>
    <w:rsid w:val="005B667B"/>
    <w:rsid w:val="005B680C"/>
    <w:rsid w:val="005C47B3"/>
    <w:rsid w:val="005F5B98"/>
    <w:rsid w:val="00607802"/>
    <w:rsid w:val="006238BB"/>
    <w:rsid w:val="00641989"/>
    <w:rsid w:val="00671D99"/>
    <w:rsid w:val="0069043B"/>
    <w:rsid w:val="0069356C"/>
    <w:rsid w:val="00693DE0"/>
    <w:rsid w:val="006A1D6D"/>
    <w:rsid w:val="006D0AD0"/>
    <w:rsid w:val="006F4B88"/>
    <w:rsid w:val="0070385D"/>
    <w:rsid w:val="0071526E"/>
    <w:rsid w:val="00717449"/>
    <w:rsid w:val="007243D5"/>
    <w:rsid w:val="00726066"/>
    <w:rsid w:val="00734AC6"/>
    <w:rsid w:val="00735960"/>
    <w:rsid w:val="0075208C"/>
    <w:rsid w:val="00771436"/>
    <w:rsid w:val="00774054"/>
    <w:rsid w:val="007817AF"/>
    <w:rsid w:val="0082627B"/>
    <w:rsid w:val="00827929"/>
    <w:rsid w:val="008328A1"/>
    <w:rsid w:val="00834FCD"/>
    <w:rsid w:val="008B54EF"/>
    <w:rsid w:val="008D2ED8"/>
    <w:rsid w:val="008F51CA"/>
    <w:rsid w:val="009004BF"/>
    <w:rsid w:val="009152D7"/>
    <w:rsid w:val="00923C65"/>
    <w:rsid w:val="009245A0"/>
    <w:rsid w:val="009317BB"/>
    <w:rsid w:val="009869D2"/>
    <w:rsid w:val="0099553B"/>
    <w:rsid w:val="009B7799"/>
    <w:rsid w:val="00A33B7D"/>
    <w:rsid w:val="00A36304"/>
    <w:rsid w:val="00A4733F"/>
    <w:rsid w:val="00A550B0"/>
    <w:rsid w:val="00A55A84"/>
    <w:rsid w:val="00A825D3"/>
    <w:rsid w:val="00AA1B58"/>
    <w:rsid w:val="00AA5CEB"/>
    <w:rsid w:val="00AB379B"/>
    <w:rsid w:val="00AC13E1"/>
    <w:rsid w:val="00AC243C"/>
    <w:rsid w:val="00AD20A6"/>
    <w:rsid w:val="00AF4640"/>
    <w:rsid w:val="00B16CB4"/>
    <w:rsid w:val="00B26945"/>
    <w:rsid w:val="00B26E6E"/>
    <w:rsid w:val="00B43C40"/>
    <w:rsid w:val="00B738D1"/>
    <w:rsid w:val="00B904F3"/>
    <w:rsid w:val="00B909EB"/>
    <w:rsid w:val="00B97307"/>
    <w:rsid w:val="00BA220A"/>
    <w:rsid w:val="00BA2A2F"/>
    <w:rsid w:val="00BB5513"/>
    <w:rsid w:val="00BC4105"/>
    <w:rsid w:val="00BC7130"/>
    <w:rsid w:val="00BE62C8"/>
    <w:rsid w:val="00BF1C40"/>
    <w:rsid w:val="00C12267"/>
    <w:rsid w:val="00C41F7F"/>
    <w:rsid w:val="00C833E0"/>
    <w:rsid w:val="00C87507"/>
    <w:rsid w:val="00C87D2F"/>
    <w:rsid w:val="00CA2F89"/>
    <w:rsid w:val="00CA6420"/>
    <w:rsid w:val="00CA6FB0"/>
    <w:rsid w:val="00CB21EC"/>
    <w:rsid w:val="00CB4131"/>
    <w:rsid w:val="00D12ECC"/>
    <w:rsid w:val="00D40C72"/>
    <w:rsid w:val="00D447BC"/>
    <w:rsid w:val="00D605D5"/>
    <w:rsid w:val="00D6756F"/>
    <w:rsid w:val="00D67B90"/>
    <w:rsid w:val="00D72DB8"/>
    <w:rsid w:val="00D77D94"/>
    <w:rsid w:val="00D903A0"/>
    <w:rsid w:val="00D95297"/>
    <w:rsid w:val="00D96FBA"/>
    <w:rsid w:val="00DA702D"/>
    <w:rsid w:val="00DC53B7"/>
    <w:rsid w:val="00DC65D1"/>
    <w:rsid w:val="00DD475F"/>
    <w:rsid w:val="00E0248C"/>
    <w:rsid w:val="00E22441"/>
    <w:rsid w:val="00E407EF"/>
    <w:rsid w:val="00E42297"/>
    <w:rsid w:val="00E51D24"/>
    <w:rsid w:val="00E54A86"/>
    <w:rsid w:val="00E916C7"/>
    <w:rsid w:val="00EB3556"/>
    <w:rsid w:val="00EB5DF4"/>
    <w:rsid w:val="00EB7EB4"/>
    <w:rsid w:val="00ED66C1"/>
    <w:rsid w:val="00EF12AD"/>
    <w:rsid w:val="00F06DB5"/>
    <w:rsid w:val="00F55C1A"/>
    <w:rsid w:val="00FD6BBA"/>
    <w:rsid w:val="00FD7828"/>
    <w:rsid w:val="00FE7829"/>
    <w:rsid w:val="00FE7EFB"/>
    <w:rsid w:val="00FF002E"/>
    <w:rsid w:val="00FF452A"/>
    <w:rsid w:val="00FF5574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04FD3"/>
  <w15:docId w15:val="{B1D83532-C662-4CEB-9371-57ACCD3C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F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FBA"/>
  </w:style>
  <w:style w:type="paragraph" w:styleId="Footer">
    <w:name w:val="footer"/>
    <w:basedOn w:val="Normal"/>
    <w:link w:val="FooterChar"/>
    <w:uiPriority w:val="99"/>
    <w:unhideWhenUsed/>
    <w:rsid w:val="00D96F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FBA"/>
  </w:style>
  <w:style w:type="paragraph" w:styleId="ListParagraph">
    <w:name w:val="List Paragraph"/>
    <w:basedOn w:val="Normal"/>
    <w:uiPriority w:val="34"/>
    <w:qFormat/>
    <w:rsid w:val="003054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243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3B7D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476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551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135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36304"/>
    <w:rPr>
      <w:color w:val="605E5C"/>
      <w:shd w:val="clear" w:color="auto" w:fill="E1DFDD"/>
    </w:rPr>
  </w:style>
  <w:style w:type="table" w:styleId="TableGrid">
    <w:name w:val="Table Grid"/>
    <w:basedOn w:val="TableNormal"/>
    <w:rsid w:val="00A3630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%20Hanoch\Documents\Custom%20Office%20Templates\Provision-IS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Provision-ISR.dotx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 Hanoch</dc:creator>
  <cp:lastModifiedBy>Hanoch Tal</cp:lastModifiedBy>
  <cp:revision>2</cp:revision>
  <cp:lastPrinted>2021-10-19T09:10:00Z</cp:lastPrinted>
  <dcterms:created xsi:type="dcterms:W3CDTF">2022-06-20T06:49:00Z</dcterms:created>
  <dcterms:modified xsi:type="dcterms:W3CDTF">2022-06-20T06:49:00Z</dcterms:modified>
</cp:coreProperties>
</file>